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石家庄市第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二十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届中小学探索者科技创新大赛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科幻小说</w:t>
      </w:r>
      <w:r>
        <w:rPr>
          <w:rFonts w:hint="eastAsia" w:ascii="方正小标宋简体" w:eastAsia="方正小标宋简体"/>
          <w:bCs/>
          <w:sz w:val="44"/>
          <w:szCs w:val="44"/>
        </w:rPr>
        <w:t>申报书</w:t>
      </w:r>
    </w:p>
    <w:tbl>
      <w:tblPr>
        <w:tblStyle w:val="3"/>
        <w:tblW w:w="93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60"/>
        <w:gridCol w:w="283"/>
        <w:gridCol w:w="491"/>
        <w:gridCol w:w="650"/>
        <w:gridCol w:w="218"/>
        <w:gridCol w:w="520"/>
        <w:gridCol w:w="1055"/>
        <w:gridCol w:w="332"/>
        <w:gridCol w:w="377"/>
        <w:gridCol w:w="191"/>
        <w:gridCol w:w="278"/>
        <w:gridCol w:w="716"/>
        <w:gridCol w:w="521"/>
        <w:gridCol w:w="520"/>
        <w:gridCol w:w="408"/>
        <w:gridCol w:w="286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申 报 者 情 况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姓 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5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性别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706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身份证号</w:t>
            </w:r>
          </w:p>
        </w:tc>
        <w:tc>
          <w:tcPr>
            <w:tcW w:w="2602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220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现学历类别</w:t>
            </w:r>
          </w:p>
        </w:tc>
        <w:tc>
          <w:tcPr>
            <w:tcW w:w="6592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</w:rPr>
              <w:t>□小学生       □初中生     □高中生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所在学校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全    称</w:t>
            </w:r>
          </w:p>
        </w:tc>
        <w:tc>
          <w:tcPr>
            <w:tcW w:w="3152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   级</w:t>
            </w:r>
          </w:p>
        </w:tc>
        <w:tc>
          <w:tcPr>
            <w:tcW w:w="104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6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班级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    校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通讯地址</w:t>
            </w:r>
          </w:p>
        </w:tc>
        <w:tc>
          <w:tcPr>
            <w:tcW w:w="3152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邮政编码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152" w:type="dxa"/>
            <w:gridSpan w:val="6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学校电话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辅 导 教 师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  名</w:t>
            </w:r>
          </w:p>
        </w:tc>
        <w:tc>
          <w:tcPr>
            <w:tcW w:w="65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年龄</w:t>
            </w:r>
          </w:p>
        </w:tc>
        <w:tc>
          <w:tcPr>
            <w:tcW w:w="105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专业</w:t>
            </w:r>
          </w:p>
        </w:tc>
        <w:tc>
          <w:tcPr>
            <w:tcW w:w="3343" w:type="dxa"/>
            <w:gridSpan w:val="8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所在单位</w:t>
            </w:r>
          </w:p>
        </w:tc>
        <w:tc>
          <w:tcPr>
            <w:tcW w:w="16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职务或职称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343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作品名称</w:t>
            </w:r>
          </w:p>
        </w:tc>
        <w:tc>
          <w:tcPr>
            <w:tcW w:w="321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7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作品类别</w:t>
            </w:r>
          </w:p>
        </w:tc>
        <w:tc>
          <w:tcPr>
            <w:tcW w:w="3839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9368" w:type="dxa"/>
            <w:gridSpan w:val="18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作品简介（限300字以内）：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5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校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推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荐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意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见</w:t>
            </w:r>
          </w:p>
        </w:tc>
        <w:tc>
          <w:tcPr>
            <w:tcW w:w="4109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负责人签名：          （盖章）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年   月    日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区教育局推荐意见</w:t>
            </w:r>
          </w:p>
        </w:tc>
        <w:tc>
          <w:tcPr>
            <w:tcW w:w="411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负责人签名：          （盖章）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A046F"/>
    <w:rsid w:val="11552F59"/>
    <w:rsid w:val="26BC0922"/>
    <w:rsid w:val="64EA046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2018-09-25T12:04:00Z</dcterms:created>
  <dc:creator>apple</dc:creator>
  <cp:lastModifiedBy>Administrator</cp:lastModifiedBy>
  <dcterms:modified xsi:type="dcterms:W3CDTF">2020-11-03T08:13:43Z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